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1F697" w14:textId="66C3754C" w:rsidR="009917F2" w:rsidRDefault="00B43E5D" w:rsidP="009F7CFF">
      <w:pPr>
        <w:jc w:val="both"/>
      </w:pPr>
      <w:r>
        <w:t>Liisa-Ly Pakosta</w:t>
      </w:r>
      <w:r w:rsidR="007724C3">
        <w:t xml:space="preserve">                                                                                               </w:t>
      </w:r>
      <w:r w:rsidR="009917F2">
        <w:t xml:space="preserve">                      </w:t>
      </w:r>
      <w:r w:rsidR="007724C3">
        <w:t xml:space="preserve"> </w:t>
      </w:r>
    </w:p>
    <w:p w14:paraId="0C1E2D58" w14:textId="52702634" w:rsidR="009917F2" w:rsidRDefault="00B43E5D" w:rsidP="009F7CFF">
      <w:pPr>
        <w:jc w:val="both"/>
      </w:pPr>
      <w:r>
        <w:t>Justiits- ja digiminister</w:t>
      </w:r>
      <w:r w:rsidR="009917F2">
        <w:t xml:space="preserve">                                                                                                    </w:t>
      </w:r>
    </w:p>
    <w:p w14:paraId="28C5B73A" w14:textId="77777777" w:rsidR="009917F2" w:rsidRDefault="009917F2" w:rsidP="009F7CFF">
      <w:pPr>
        <w:jc w:val="both"/>
      </w:pPr>
    </w:p>
    <w:p w14:paraId="57461AFD" w14:textId="1DD41D0E" w:rsidR="00671C73" w:rsidRDefault="009917F2" w:rsidP="00671C73">
      <w:pPr>
        <w:jc w:val="both"/>
        <w:rPr>
          <w:szCs w:val="22"/>
        </w:rPr>
      </w:pPr>
      <w:r>
        <w:t xml:space="preserve">                                                                                                                                    </w:t>
      </w:r>
      <w:r w:rsidR="00D32953">
        <w:t xml:space="preserve"> </w:t>
      </w:r>
      <w:r w:rsidR="00412D83">
        <w:t xml:space="preserve"> </w:t>
      </w:r>
      <w:r w:rsidR="00092683">
        <w:t>7</w:t>
      </w:r>
      <w:r w:rsidR="00412D83">
        <w:t xml:space="preserve"> </w:t>
      </w:r>
      <w:r w:rsidR="00B43E5D">
        <w:t>.11.2025</w:t>
      </w:r>
    </w:p>
    <w:p w14:paraId="0F5DD695" w14:textId="77777777" w:rsidR="001F4A48" w:rsidRPr="001F4A48" w:rsidRDefault="001F4A48" w:rsidP="00671C73">
      <w:pPr>
        <w:jc w:val="both"/>
        <w:rPr>
          <w:szCs w:val="22"/>
        </w:rPr>
      </w:pPr>
    </w:p>
    <w:p w14:paraId="33826AAC" w14:textId="77777777" w:rsidR="00EE0747" w:rsidRDefault="00EE0747" w:rsidP="009917F2">
      <w:pPr>
        <w:jc w:val="both"/>
        <w:rPr>
          <w:b/>
          <w:szCs w:val="24"/>
        </w:rPr>
      </w:pPr>
    </w:p>
    <w:p w14:paraId="2B19EAFD" w14:textId="31329D1F" w:rsidR="00341072" w:rsidRPr="00341072" w:rsidRDefault="0082071B" w:rsidP="00341072">
      <w:pPr>
        <w:spacing w:after="0"/>
        <w:jc w:val="both"/>
        <w:rPr>
          <w:b/>
          <w:bCs/>
          <w:szCs w:val="24"/>
        </w:rPr>
      </w:pPr>
      <w:r>
        <w:rPr>
          <w:b/>
          <w:bCs/>
          <w:szCs w:val="24"/>
        </w:rPr>
        <w:t>Kirjalik küsimus</w:t>
      </w:r>
      <w:r w:rsidR="00341072" w:rsidRPr="00341072">
        <w:rPr>
          <w:b/>
          <w:bCs/>
          <w:szCs w:val="24"/>
        </w:rPr>
        <w:t xml:space="preserve"> varjatud puuduste regulatsioon</w:t>
      </w:r>
      <w:r>
        <w:rPr>
          <w:b/>
          <w:bCs/>
          <w:szCs w:val="24"/>
        </w:rPr>
        <w:t xml:space="preserve">i kohta </w:t>
      </w:r>
      <w:r w:rsidR="00341072" w:rsidRPr="00341072">
        <w:rPr>
          <w:b/>
          <w:bCs/>
          <w:szCs w:val="24"/>
        </w:rPr>
        <w:t>kinnisvaratehingutes</w:t>
      </w:r>
    </w:p>
    <w:p w14:paraId="29F65CC3" w14:textId="77777777" w:rsidR="009917F2" w:rsidRPr="00341072" w:rsidRDefault="009917F2" w:rsidP="00F841CB">
      <w:pPr>
        <w:spacing w:after="0"/>
        <w:jc w:val="both"/>
        <w:rPr>
          <w:szCs w:val="24"/>
        </w:rPr>
      </w:pPr>
    </w:p>
    <w:p w14:paraId="0326E03A" w14:textId="77777777" w:rsidR="00EE0747" w:rsidRPr="00341072" w:rsidRDefault="00EE0747" w:rsidP="00F841CB">
      <w:pPr>
        <w:spacing w:after="0"/>
        <w:jc w:val="both"/>
        <w:rPr>
          <w:szCs w:val="24"/>
        </w:rPr>
      </w:pPr>
    </w:p>
    <w:p w14:paraId="2344F982" w14:textId="240CE584" w:rsidR="00341072" w:rsidRDefault="00341072" w:rsidP="00341072">
      <w:pPr>
        <w:spacing w:after="0"/>
        <w:jc w:val="both"/>
        <w:rPr>
          <w:szCs w:val="24"/>
        </w:rPr>
      </w:pPr>
      <w:r w:rsidRPr="00341072">
        <w:rPr>
          <w:szCs w:val="24"/>
        </w:rPr>
        <w:t>Viimastel aastatel on Eesti kinnisvaraturul sagenenud juhtumid, kus ostjad esitavad müüjatele varjatud puudustele viidates nõudeid mitme aasta möödumisel pärast tehingut.</w:t>
      </w:r>
      <w:r w:rsidR="00F777E5">
        <w:rPr>
          <w:szCs w:val="24"/>
        </w:rPr>
        <w:t xml:space="preserve"> V</w:t>
      </w:r>
      <w:r w:rsidRPr="00341072">
        <w:rPr>
          <w:szCs w:val="24"/>
        </w:rPr>
        <w:t xml:space="preserve">õlaõigusseadus kaitseb </w:t>
      </w:r>
      <w:r>
        <w:rPr>
          <w:szCs w:val="24"/>
        </w:rPr>
        <w:t xml:space="preserve">põhjendatult </w:t>
      </w:r>
      <w:r w:rsidRPr="00341072">
        <w:rPr>
          <w:szCs w:val="24"/>
        </w:rPr>
        <w:t xml:space="preserve">ostja huve, </w:t>
      </w:r>
      <w:r w:rsidR="00F777E5">
        <w:rPr>
          <w:szCs w:val="24"/>
        </w:rPr>
        <w:t>ent</w:t>
      </w:r>
      <w:r w:rsidRPr="00341072">
        <w:rPr>
          <w:szCs w:val="24"/>
        </w:rPr>
        <w:t xml:space="preserve"> praktika</w:t>
      </w:r>
      <w:r>
        <w:rPr>
          <w:szCs w:val="24"/>
        </w:rPr>
        <w:t>s</w:t>
      </w:r>
      <w:r w:rsidRPr="00341072">
        <w:rPr>
          <w:szCs w:val="24"/>
        </w:rPr>
        <w:t xml:space="preserve"> </w:t>
      </w:r>
      <w:r w:rsidR="00F777E5">
        <w:rPr>
          <w:szCs w:val="24"/>
        </w:rPr>
        <w:t>on süvenemas olukord</w:t>
      </w:r>
      <w:r w:rsidRPr="00341072">
        <w:rPr>
          <w:szCs w:val="24"/>
        </w:rPr>
        <w:t xml:space="preserve">, kus müüjad vastutavad </w:t>
      </w:r>
      <w:r w:rsidR="00F777E5">
        <w:rPr>
          <w:szCs w:val="24"/>
        </w:rPr>
        <w:t>aastaid hiljem</w:t>
      </w:r>
      <w:r w:rsidRPr="00341072">
        <w:rPr>
          <w:szCs w:val="24"/>
        </w:rPr>
        <w:t xml:space="preserve"> puuduste eest, millest nad müügihetkel ei olnud ega saanudki olla teadlikud. </w:t>
      </w:r>
      <w:r w:rsidR="00F777E5">
        <w:rPr>
          <w:szCs w:val="24"/>
        </w:rPr>
        <w:t xml:space="preserve">See on tinginud olukordi, kus kinnisvara müük on lausa kahjumlik ning on esitatud soovitusi kinnisvara mitte müüa. </w:t>
      </w:r>
      <w:r w:rsidRPr="00341072">
        <w:rPr>
          <w:szCs w:val="24"/>
        </w:rPr>
        <w:t>Samal ajal on loomulikult vajalik kaitsta ka ostjaid</w:t>
      </w:r>
      <w:r w:rsidR="0082071B">
        <w:rPr>
          <w:szCs w:val="24"/>
        </w:rPr>
        <w:t xml:space="preserve">, </w:t>
      </w:r>
      <w:r w:rsidRPr="00341072">
        <w:rPr>
          <w:szCs w:val="24"/>
        </w:rPr>
        <w:t>eelkõige juhtudel, kus varjatud puudus mõjutab kodu ohutust, tervis</w:t>
      </w:r>
      <w:r>
        <w:rPr>
          <w:szCs w:val="24"/>
        </w:rPr>
        <w:t>t</w:t>
      </w:r>
      <w:r w:rsidRPr="00341072">
        <w:rPr>
          <w:szCs w:val="24"/>
        </w:rPr>
        <w:t xml:space="preserve"> või väärtust. </w:t>
      </w:r>
    </w:p>
    <w:p w14:paraId="24E1D170" w14:textId="77777777" w:rsidR="00341072" w:rsidRDefault="00341072" w:rsidP="00341072">
      <w:pPr>
        <w:spacing w:after="0"/>
        <w:jc w:val="both"/>
        <w:rPr>
          <w:szCs w:val="24"/>
        </w:rPr>
      </w:pPr>
    </w:p>
    <w:p w14:paraId="278EBE80" w14:textId="62CCA2F9" w:rsidR="00341072" w:rsidRDefault="00341072" w:rsidP="0082071B">
      <w:pPr>
        <w:spacing w:after="0"/>
        <w:jc w:val="both"/>
        <w:rPr>
          <w:szCs w:val="24"/>
        </w:rPr>
      </w:pPr>
      <w:r w:rsidRPr="00341072">
        <w:rPr>
          <w:szCs w:val="24"/>
        </w:rPr>
        <w:t>Oluline on leida tasakaal</w:t>
      </w:r>
      <w:r>
        <w:rPr>
          <w:szCs w:val="24"/>
        </w:rPr>
        <w:t>, et riik</w:t>
      </w:r>
      <w:r w:rsidRPr="00341072">
        <w:rPr>
          <w:szCs w:val="24"/>
        </w:rPr>
        <w:t xml:space="preserve"> kaits</w:t>
      </w:r>
      <w:r>
        <w:rPr>
          <w:szCs w:val="24"/>
        </w:rPr>
        <w:t>eks</w:t>
      </w:r>
      <w:r w:rsidRPr="00341072">
        <w:rPr>
          <w:szCs w:val="24"/>
        </w:rPr>
        <w:t xml:space="preserve"> ausaid ostjaid tegelike varjatud puuduste eest</w:t>
      </w:r>
      <w:r>
        <w:rPr>
          <w:szCs w:val="24"/>
        </w:rPr>
        <w:t>, kuid samas tuleb</w:t>
      </w:r>
      <w:r w:rsidRPr="00341072">
        <w:rPr>
          <w:szCs w:val="24"/>
        </w:rPr>
        <w:t xml:space="preserve"> vältida pahatahtlikke või ülepaisutatud nõudeid, mis võivad viia müüjad ebaproportsionaalse vastutuseni ning</w:t>
      </w:r>
      <w:r w:rsidR="0082071B">
        <w:rPr>
          <w:szCs w:val="24"/>
        </w:rPr>
        <w:t xml:space="preserve"> põhjendamatute</w:t>
      </w:r>
      <w:r w:rsidRPr="00341072">
        <w:rPr>
          <w:szCs w:val="24"/>
        </w:rPr>
        <w:t xml:space="preserve"> õigusvaidlusteni</w:t>
      </w:r>
    </w:p>
    <w:p w14:paraId="76D4DB1C" w14:textId="77777777" w:rsidR="0082071B" w:rsidRDefault="0082071B" w:rsidP="0082071B">
      <w:pPr>
        <w:spacing w:after="0"/>
        <w:jc w:val="both"/>
        <w:rPr>
          <w:szCs w:val="24"/>
        </w:rPr>
      </w:pPr>
    </w:p>
    <w:p w14:paraId="74C01EC9" w14:textId="77777777" w:rsidR="001258A0" w:rsidRDefault="001258A0" w:rsidP="001258A0">
      <w:pPr>
        <w:spacing w:after="0"/>
        <w:jc w:val="both"/>
        <w:rPr>
          <w:szCs w:val="24"/>
        </w:rPr>
      </w:pPr>
      <w:r w:rsidRPr="00F71D4E">
        <w:rPr>
          <w:szCs w:val="24"/>
        </w:rPr>
        <w:t>Lähtudes eeltoodust soovin vastuseid Riigikogu kodu-</w:t>
      </w:r>
      <w:r w:rsidRPr="00310C58">
        <w:rPr>
          <w:szCs w:val="24"/>
        </w:rPr>
        <w:t xml:space="preserve"> ja töökorra seaduse § 147 alusel </w:t>
      </w:r>
      <w:r w:rsidRPr="00F71D4E">
        <w:rPr>
          <w:szCs w:val="24"/>
        </w:rPr>
        <w:t>järgmistele küsimustele:</w:t>
      </w:r>
    </w:p>
    <w:p w14:paraId="14428CF4" w14:textId="77777777" w:rsidR="00341072" w:rsidRPr="00341072" w:rsidRDefault="00341072" w:rsidP="00341072">
      <w:pPr>
        <w:spacing w:after="0"/>
        <w:jc w:val="both"/>
        <w:rPr>
          <w:szCs w:val="24"/>
        </w:rPr>
      </w:pPr>
    </w:p>
    <w:p w14:paraId="1818A89F" w14:textId="003FBB89" w:rsidR="00F777E5" w:rsidRPr="001258A0" w:rsidRDefault="00F777E5" w:rsidP="001258A0">
      <w:pPr>
        <w:numPr>
          <w:ilvl w:val="0"/>
          <w:numId w:val="13"/>
        </w:numPr>
        <w:spacing w:after="0"/>
        <w:jc w:val="both"/>
        <w:rPr>
          <w:szCs w:val="24"/>
        </w:rPr>
      </w:pPr>
      <w:r>
        <w:rPr>
          <w:szCs w:val="24"/>
        </w:rPr>
        <w:t>Kas</w:t>
      </w:r>
      <w:r w:rsidR="00341072" w:rsidRPr="00341072">
        <w:rPr>
          <w:szCs w:val="24"/>
        </w:rPr>
        <w:t xml:space="preserve"> kehtiv varjatud puuduste regulatsioon tagab</w:t>
      </w:r>
      <w:r>
        <w:rPr>
          <w:szCs w:val="24"/>
        </w:rPr>
        <w:t xml:space="preserve"> </w:t>
      </w:r>
      <w:r w:rsidR="001258A0">
        <w:rPr>
          <w:szCs w:val="24"/>
        </w:rPr>
        <w:t>T</w:t>
      </w:r>
      <w:r>
        <w:rPr>
          <w:szCs w:val="24"/>
        </w:rPr>
        <w:t>eie hinnangul</w:t>
      </w:r>
      <w:r w:rsidR="00341072" w:rsidRPr="00341072">
        <w:rPr>
          <w:szCs w:val="24"/>
        </w:rPr>
        <w:t xml:space="preserve"> tasakaalu ostja kaitse ja müüja mõistliku vastutuse vahel?</w:t>
      </w:r>
      <w:r w:rsidR="00193FDB">
        <w:rPr>
          <w:szCs w:val="24"/>
        </w:rPr>
        <w:t xml:space="preserve"> </w:t>
      </w:r>
    </w:p>
    <w:p w14:paraId="35634FB0" w14:textId="584AD70E" w:rsidR="00193FDB" w:rsidRPr="001258A0" w:rsidRDefault="00F777E5" w:rsidP="001258A0">
      <w:pPr>
        <w:numPr>
          <w:ilvl w:val="0"/>
          <w:numId w:val="13"/>
        </w:numPr>
        <w:spacing w:after="0"/>
        <w:jc w:val="both"/>
        <w:rPr>
          <w:szCs w:val="24"/>
        </w:rPr>
      </w:pPr>
      <w:r>
        <w:rPr>
          <w:szCs w:val="24"/>
        </w:rPr>
        <w:t xml:space="preserve">Kas on tehtud põhjalikum </w:t>
      </w:r>
      <w:r w:rsidR="001258A0">
        <w:rPr>
          <w:szCs w:val="24"/>
        </w:rPr>
        <w:t xml:space="preserve">uuring või </w:t>
      </w:r>
      <w:r>
        <w:rPr>
          <w:szCs w:val="24"/>
        </w:rPr>
        <w:t xml:space="preserve">analüüs </w:t>
      </w:r>
      <w:r w:rsidR="0001399E">
        <w:rPr>
          <w:szCs w:val="24"/>
        </w:rPr>
        <w:t>selles järjest</w:t>
      </w:r>
      <w:r>
        <w:rPr>
          <w:szCs w:val="24"/>
        </w:rPr>
        <w:t xml:space="preserve"> süveneva probleemi lahendamiseks? </w:t>
      </w:r>
      <w:r w:rsidR="00193FDB" w:rsidRPr="00F777E5">
        <w:rPr>
          <w:szCs w:val="24"/>
        </w:rPr>
        <w:t xml:space="preserve">Millised järeldused on ministeerium teinud ning kui sellist analüüsi ei ole, </w:t>
      </w:r>
      <w:r w:rsidR="001258A0">
        <w:rPr>
          <w:szCs w:val="24"/>
        </w:rPr>
        <w:t xml:space="preserve">siis </w:t>
      </w:r>
      <w:r w:rsidR="00193FDB" w:rsidRPr="00F777E5">
        <w:rPr>
          <w:szCs w:val="24"/>
        </w:rPr>
        <w:t>kas seda on plaanis</w:t>
      </w:r>
      <w:r w:rsidR="001258A0">
        <w:rPr>
          <w:szCs w:val="24"/>
        </w:rPr>
        <w:t xml:space="preserve"> tulevikus</w:t>
      </w:r>
      <w:r w:rsidR="00193FDB" w:rsidRPr="00F777E5">
        <w:rPr>
          <w:szCs w:val="24"/>
        </w:rPr>
        <w:t xml:space="preserve"> teha?</w:t>
      </w:r>
    </w:p>
    <w:p w14:paraId="6EF5E128" w14:textId="12D4D9CD" w:rsidR="00193FDB" w:rsidRPr="001258A0" w:rsidRDefault="00193FDB" w:rsidP="001258A0">
      <w:pPr>
        <w:numPr>
          <w:ilvl w:val="0"/>
          <w:numId w:val="13"/>
        </w:numPr>
        <w:spacing w:after="0"/>
        <w:jc w:val="both"/>
        <w:rPr>
          <w:szCs w:val="24"/>
        </w:rPr>
      </w:pPr>
      <w:r>
        <w:rPr>
          <w:szCs w:val="24"/>
        </w:rPr>
        <w:t>Kuidas</w:t>
      </w:r>
      <w:r w:rsidR="001258A0">
        <w:rPr>
          <w:szCs w:val="24"/>
        </w:rPr>
        <w:t xml:space="preserve"> T</w:t>
      </w:r>
      <w:r>
        <w:rPr>
          <w:szCs w:val="24"/>
        </w:rPr>
        <w:t>eie hinnangul</w:t>
      </w:r>
      <w:r w:rsidR="001258A0">
        <w:rPr>
          <w:szCs w:val="24"/>
        </w:rPr>
        <w:t xml:space="preserve"> võiks</w:t>
      </w:r>
      <w:r w:rsidR="00F777E5">
        <w:rPr>
          <w:szCs w:val="24"/>
        </w:rPr>
        <w:t xml:space="preserve"> seadust</w:t>
      </w:r>
      <w:r w:rsidR="00341072" w:rsidRPr="00341072">
        <w:rPr>
          <w:szCs w:val="24"/>
        </w:rPr>
        <w:t xml:space="preserve"> täpsusta</w:t>
      </w:r>
      <w:r>
        <w:rPr>
          <w:szCs w:val="24"/>
        </w:rPr>
        <w:t>da</w:t>
      </w:r>
      <w:r w:rsidR="00341072" w:rsidRPr="00341072">
        <w:rPr>
          <w:szCs w:val="24"/>
        </w:rPr>
        <w:t xml:space="preserve">, et </w:t>
      </w:r>
      <w:r>
        <w:rPr>
          <w:szCs w:val="24"/>
        </w:rPr>
        <w:t xml:space="preserve">vähendada </w:t>
      </w:r>
      <w:r w:rsidR="001258A0">
        <w:rPr>
          <w:szCs w:val="24"/>
        </w:rPr>
        <w:t>p</w:t>
      </w:r>
      <w:r>
        <w:rPr>
          <w:szCs w:val="24"/>
        </w:rPr>
        <w:t>ahatahtlikke nõudeid kinnisvara müüja vastu</w:t>
      </w:r>
      <w:r w:rsidR="00F777E5">
        <w:rPr>
          <w:szCs w:val="24"/>
        </w:rPr>
        <w:t>?</w:t>
      </w:r>
    </w:p>
    <w:p w14:paraId="2A6A2764" w14:textId="3C2E00CC" w:rsidR="00193FDB" w:rsidRPr="001258A0" w:rsidRDefault="00193FDB" w:rsidP="001258A0">
      <w:pPr>
        <w:numPr>
          <w:ilvl w:val="0"/>
          <w:numId w:val="13"/>
        </w:numPr>
        <w:spacing w:after="0"/>
        <w:jc w:val="both"/>
        <w:rPr>
          <w:szCs w:val="24"/>
        </w:rPr>
      </w:pPr>
      <w:r>
        <w:rPr>
          <w:szCs w:val="24"/>
        </w:rPr>
        <w:t xml:space="preserve">Kas on kaalutud ja millised võiksid olla ostja </w:t>
      </w:r>
      <w:r w:rsidR="00F777E5">
        <w:rPr>
          <w:szCs w:val="24"/>
        </w:rPr>
        <w:t xml:space="preserve">ning müüja </w:t>
      </w:r>
      <w:r>
        <w:rPr>
          <w:szCs w:val="24"/>
        </w:rPr>
        <w:t>kohustused, et vähendada teadmatust kinnisvara tegelikust seisukorrast (nt kinnisvaraga tutvumise vajalikkus, ülevaatus, kohustuslik eksperthinnang vms)?</w:t>
      </w:r>
    </w:p>
    <w:p w14:paraId="6916482D" w14:textId="3E740C35" w:rsidR="00193FDB" w:rsidRPr="001258A0" w:rsidRDefault="00193FDB" w:rsidP="001258A0">
      <w:pPr>
        <w:numPr>
          <w:ilvl w:val="0"/>
          <w:numId w:val="13"/>
        </w:numPr>
        <w:spacing w:after="0"/>
        <w:jc w:val="both"/>
        <w:rPr>
          <w:szCs w:val="24"/>
        </w:rPr>
      </w:pPr>
      <w:r w:rsidRPr="00193FDB">
        <w:rPr>
          <w:szCs w:val="24"/>
        </w:rPr>
        <w:t xml:space="preserve">Kas ministeeriumi hinnangul võiks kaaluda </w:t>
      </w:r>
      <w:r>
        <w:rPr>
          <w:szCs w:val="24"/>
        </w:rPr>
        <w:t>müüja vastutuse aja alla toomist kolmelt aastalt näiteks kahele või ühele?</w:t>
      </w:r>
      <w:r w:rsidR="00F777E5">
        <w:rPr>
          <w:szCs w:val="24"/>
        </w:rPr>
        <w:t xml:space="preserve"> Palun põhjendage, miks seda võiks või ei peaks tegema.</w:t>
      </w:r>
    </w:p>
    <w:p w14:paraId="62C7374F" w14:textId="363CF532" w:rsidR="00F777E5" w:rsidRPr="00F777E5" w:rsidRDefault="00341072" w:rsidP="00F777E5">
      <w:pPr>
        <w:numPr>
          <w:ilvl w:val="0"/>
          <w:numId w:val="13"/>
        </w:numPr>
        <w:spacing w:after="0"/>
        <w:jc w:val="both"/>
        <w:rPr>
          <w:szCs w:val="24"/>
        </w:rPr>
      </w:pPr>
      <w:r w:rsidRPr="00341072">
        <w:rPr>
          <w:szCs w:val="24"/>
        </w:rPr>
        <w:t xml:space="preserve">Kas </w:t>
      </w:r>
      <w:r w:rsidR="00193FDB">
        <w:rPr>
          <w:szCs w:val="24"/>
        </w:rPr>
        <w:t>on kaalutud</w:t>
      </w:r>
      <w:r w:rsidRPr="00341072">
        <w:rPr>
          <w:szCs w:val="24"/>
        </w:rPr>
        <w:t xml:space="preserve"> koostada ühtsed juhised või „hea tava“ notaritele, maakleritele ja tarbijatele (sh näidisklauslid, kontrollnimekirjad), mis aitaksid ennetada vaidlusi ning selgita</w:t>
      </w:r>
      <w:r w:rsidR="001258A0">
        <w:rPr>
          <w:szCs w:val="24"/>
        </w:rPr>
        <w:t>ksid</w:t>
      </w:r>
      <w:r w:rsidRPr="00341072">
        <w:rPr>
          <w:szCs w:val="24"/>
        </w:rPr>
        <w:t xml:space="preserve"> poolte õigusi ja kohustusi?</w:t>
      </w:r>
    </w:p>
    <w:p w14:paraId="77F882E5" w14:textId="77777777" w:rsidR="009917F2" w:rsidRPr="00EB1859" w:rsidRDefault="009917F2" w:rsidP="00F841CB">
      <w:pPr>
        <w:spacing w:after="0"/>
        <w:jc w:val="both"/>
        <w:rPr>
          <w:szCs w:val="24"/>
        </w:rPr>
      </w:pPr>
    </w:p>
    <w:p w14:paraId="668B0166" w14:textId="77777777" w:rsidR="00714981" w:rsidRPr="00EB1859" w:rsidRDefault="00714981" w:rsidP="000023BB">
      <w:pPr>
        <w:spacing w:after="0"/>
        <w:jc w:val="both"/>
        <w:rPr>
          <w:rFonts w:eastAsia="Times New Roman"/>
          <w:color w:val="0E0E0E"/>
          <w:szCs w:val="24"/>
          <w:highlight w:val="white"/>
          <w:lang w:eastAsia="et-EE"/>
        </w:rPr>
      </w:pPr>
    </w:p>
    <w:p w14:paraId="091B39A3" w14:textId="77777777" w:rsidR="00EE0747" w:rsidRDefault="00EE0747" w:rsidP="00EE0747">
      <w:pPr>
        <w:spacing w:after="0"/>
        <w:jc w:val="both"/>
        <w:rPr>
          <w:rFonts w:eastAsia="Times New Roman"/>
          <w:color w:val="0E0E0E"/>
          <w:szCs w:val="24"/>
          <w:lang w:eastAsia="et-EE"/>
        </w:rPr>
      </w:pPr>
    </w:p>
    <w:p w14:paraId="42FAE067" w14:textId="77777777" w:rsidR="00EE0747" w:rsidRPr="00EE0747" w:rsidRDefault="00EE0747" w:rsidP="00EE0747">
      <w:pPr>
        <w:spacing w:after="0"/>
        <w:jc w:val="both"/>
        <w:rPr>
          <w:rFonts w:eastAsia="Times New Roman"/>
          <w:color w:val="0E0E0E"/>
          <w:szCs w:val="24"/>
          <w:lang w:eastAsia="et-EE"/>
        </w:rPr>
      </w:pPr>
    </w:p>
    <w:p w14:paraId="2A20CD79" w14:textId="77777777" w:rsidR="007724C3" w:rsidRPr="00EB1859" w:rsidRDefault="007724C3" w:rsidP="009F7CFF">
      <w:pPr>
        <w:spacing w:after="0"/>
        <w:rPr>
          <w:szCs w:val="24"/>
        </w:rPr>
      </w:pPr>
      <w:r w:rsidRPr="00EB1859">
        <w:rPr>
          <w:szCs w:val="24"/>
        </w:rPr>
        <w:t>Lugupidamisega</w:t>
      </w:r>
    </w:p>
    <w:p w14:paraId="47775DA5" w14:textId="77777777" w:rsidR="00043205" w:rsidRPr="00EB1859" w:rsidRDefault="00043205" w:rsidP="009F7CFF">
      <w:pPr>
        <w:spacing w:after="0"/>
        <w:rPr>
          <w:szCs w:val="24"/>
        </w:rPr>
      </w:pPr>
    </w:p>
    <w:p w14:paraId="49504FBE" w14:textId="77777777" w:rsidR="00043205" w:rsidRDefault="00043205" w:rsidP="009F7CFF">
      <w:pPr>
        <w:spacing w:after="0"/>
        <w:rPr>
          <w:szCs w:val="24"/>
        </w:rPr>
      </w:pPr>
    </w:p>
    <w:p w14:paraId="3FD6BA3C" w14:textId="77777777" w:rsidR="004B78A9" w:rsidRPr="00EB1859" w:rsidRDefault="004B78A9" w:rsidP="009F7CFF">
      <w:pPr>
        <w:spacing w:after="0"/>
        <w:rPr>
          <w:szCs w:val="24"/>
        </w:rPr>
      </w:pPr>
    </w:p>
    <w:p w14:paraId="1048682B" w14:textId="3C9CF78A" w:rsidR="007724C3" w:rsidRDefault="00F72281" w:rsidP="009F7CFF">
      <w:pPr>
        <w:spacing w:after="0"/>
        <w:rPr>
          <w:szCs w:val="24"/>
        </w:rPr>
      </w:pPr>
      <w:r>
        <w:rPr>
          <w:szCs w:val="24"/>
        </w:rPr>
        <w:t>(allkirjastatud digitaalselt)</w:t>
      </w:r>
    </w:p>
    <w:p w14:paraId="315F6F03" w14:textId="77777777" w:rsidR="00F72281" w:rsidRDefault="00F72281" w:rsidP="009F7CFF">
      <w:pPr>
        <w:spacing w:after="0"/>
        <w:rPr>
          <w:szCs w:val="24"/>
        </w:rPr>
      </w:pPr>
    </w:p>
    <w:p w14:paraId="704B54DB" w14:textId="00156CDF" w:rsidR="00F72281" w:rsidRDefault="004B78A9" w:rsidP="009F7CFF">
      <w:pPr>
        <w:spacing w:after="0"/>
        <w:rPr>
          <w:szCs w:val="24"/>
        </w:rPr>
      </w:pPr>
      <w:r>
        <w:rPr>
          <w:szCs w:val="24"/>
        </w:rPr>
        <w:t>Andre Hanimägi</w:t>
      </w:r>
    </w:p>
    <w:p w14:paraId="73245605" w14:textId="130D4D07" w:rsidR="00F72281" w:rsidRPr="00EB1859" w:rsidRDefault="00F72281" w:rsidP="009F7CFF">
      <w:pPr>
        <w:spacing w:after="0"/>
        <w:rPr>
          <w:szCs w:val="24"/>
        </w:rPr>
      </w:pPr>
      <w:r>
        <w:rPr>
          <w:szCs w:val="24"/>
        </w:rPr>
        <w:t>Riigikogu liige</w:t>
      </w:r>
    </w:p>
    <w:sectPr w:rsidR="00F72281" w:rsidRPr="00EB1859" w:rsidSect="00E323FE">
      <w:headerReference w:type="default" r:id="rId8"/>
      <w:headerReference w:type="first" r:id="rId9"/>
      <w:footerReference w:type="first" r:id="rId10"/>
      <w:pgSz w:w="11900" w:h="16840"/>
      <w:pgMar w:top="1247" w:right="1127" w:bottom="851" w:left="1701" w:header="708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671A8" w14:textId="77777777" w:rsidR="00F6472D" w:rsidRDefault="00F6472D" w:rsidP="00561B25">
      <w:pPr>
        <w:spacing w:after="0"/>
      </w:pPr>
      <w:r>
        <w:separator/>
      </w:r>
    </w:p>
  </w:endnote>
  <w:endnote w:type="continuationSeparator" w:id="0">
    <w:p w14:paraId="0F71227F" w14:textId="77777777" w:rsidR="00F6472D" w:rsidRDefault="00F6472D" w:rsidP="00561B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ucida Grande CE">
    <w:altName w:val="Courier New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19E82" w14:textId="77777777" w:rsidR="00304513" w:rsidRDefault="00304513">
    <w:pPr>
      <w:pStyle w:val="Jalus"/>
    </w:pPr>
    <w:r>
      <w:rPr>
        <w:noProof/>
        <w:lang w:eastAsia="et-EE"/>
      </w:rPr>
      <w:drawing>
        <wp:anchor distT="0" distB="0" distL="114300" distR="114300" simplePos="0" relativeHeight="251656192" behindDoc="1" locked="0" layoutInCell="1" allowOverlap="1" wp14:anchorId="35C8999E" wp14:editId="6BBA095A">
          <wp:simplePos x="0" y="0"/>
          <wp:positionH relativeFrom="column">
            <wp:posOffset>-1055421</wp:posOffset>
          </wp:positionH>
          <wp:positionV relativeFrom="page">
            <wp:posOffset>10157254</wp:posOffset>
          </wp:positionV>
          <wp:extent cx="7494905" cy="541655"/>
          <wp:effectExtent l="0" t="0" r="0" b="0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footer:footer 21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490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49617" w14:textId="77777777" w:rsidR="00F6472D" w:rsidRDefault="00F6472D" w:rsidP="00561B25">
      <w:pPr>
        <w:spacing w:after="0"/>
      </w:pPr>
      <w:r>
        <w:separator/>
      </w:r>
    </w:p>
  </w:footnote>
  <w:footnote w:type="continuationSeparator" w:id="0">
    <w:p w14:paraId="6630FB76" w14:textId="77777777" w:rsidR="00F6472D" w:rsidRDefault="00F6472D" w:rsidP="00561B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1821E" w14:textId="77777777" w:rsidR="00304513" w:rsidRDefault="00304513">
    <w:pPr>
      <w:pStyle w:val="Pis"/>
    </w:pPr>
    <w:r>
      <w:rPr>
        <w:noProof/>
        <w:lang w:eastAsia="et-EE"/>
      </w:rPr>
      <w:drawing>
        <wp:anchor distT="0" distB="0" distL="114300" distR="114300" simplePos="0" relativeHeight="251658240" behindDoc="0" locked="0" layoutInCell="1" allowOverlap="1" wp14:anchorId="28F60EE4" wp14:editId="02A5FF8C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559675" cy="788035"/>
          <wp:effectExtent l="0" t="0" r="0" b="0"/>
          <wp:wrapThrough wrapText="bothSides">
            <wp:wrapPolygon edited="0">
              <wp:start x="2976" y="8355"/>
              <wp:lineTo x="2976" y="13228"/>
              <wp:lineTo x="4862" y="13228"/>
              <wp:lineTo x="4935" y="8355"/>
              <wp:lineTo x="2976" y="8355"/>
            </wp:wrapPolygon>
          </wp:wrapThrough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sisuleht:sisu_p 13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49529C" wp14:editId="58F2FFB7">
              <wp:simplePos x="0" y="0"/>
              <wp:positionH relativeFrom="column">
                <wp:posOffset>4977765</wp:posOffset>
              </wp:positionH>
              <wp:positionV relativeFrom="paragraph">
                <wp:posOffset>-140970</wp:posOffset>
              </wp:positionV>
              <wp:extent cx="1005840" cy="2127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5840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0D3D70" w14:textId="77777777" w:rsidR="00304513" w:rsidRPr="002E7912" w:rsidRDefault="00304513" w:rsidP="0028370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4952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1.95pt;margin-top:-11.1pt;width:79.2pt;height:1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" filled="f" stroked="f">
              <v:textbox>
                <w:txbxContent>
                  <w:p w14:paraId="3A0D3D70" w14:textId="77777777" w:rsidR="00304513" w:rsidRPr="002E7912" w:rsidRDefault="00304513" w:rsidP="0028370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2E7912">
                      <w:rPr>
                        <w:sz w:val="16"/>
                        <w:szCs w:val="16"/>
                      </w:rPr>
                      <w:fldChar w:fldCharType="begin"/>
                    </w:r>
                    <w:r w:rsidRPr="002E7912">
                      <w:rPr>
                        <w:sz w:val="16"/>
                        <w:szCs w:val="16"/>
                      </w:rPr>
                      <w:instrText xml:space="preserve"> PAGE </w:instrText>
                    </w:r>
                    <w:r w:rsidRPr="002E7912">
                      <w:rPr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noProof/>
                        <w:sz w:val="16"/>
                        <w:szCs w:val="16"/>
                      </w:rPr>
                      <w:t>2</w:t>
                    </w:r>
                    <w:r w:rsidRPr="002E7912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0317E" w14:textId="77777777" w:rsidR="00304513" w:rsidRDefault="00304513">
    <w:pPr>
      <w:pStyle w:val="Pis"/>
    </w:pPr>
    <w:r>
      <w:rPr>
        <w:noProof/>
        <w:lang w:eastAsia="et-EE"/>
      </w:rPr>
      <w:drawing>
        <wp:anchor distT="0" distB="0" distL="114300" distR="114300" simplePos="0" relativeHeight="251657216" behindDoc="0" locked="0" layoutInCell="1" allowOverlap="1" wp14:anchorId="7D49068A" wp14:editId="758CCE05">
          <wp:simplePos x="0" y="0"/>
          <wp:positionH relativeFrom="column">
            <wp:posOffset>-1055370</wp:posOffset>
          </wp:positionH>
          <wp:positionV relativeFrom="paragraph">
            <wp:posOffset>-449580</wp:posOffset>
          </wp:positionV>
          <wp:extent cx="7500620" cy="1790065"/>
          <wp:effectExtent l="0" t="0" r="0" b="0"/>
          <wp:wrapTopAndBottom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ku:Dropbox:!projektid:Riigikogu:CVI:10. Standardtrükised:10.2 Kirjablanketid:works:vol 2:elemendid:header:13_majanduskomisjon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00620" cy="179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716D6"/>
    <w:multiLevelType w:val="hybridMultilevel"/>
    <w:tmpl w:val="79588CB8"/>
    <w:lvl w:ilvl="0" w:tplc="563CA5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CF8"/>
    <w:multiLevelType w:val="hybridMultilevel"/>
    <w:tmpl w:val="43E8739C"/>
    <w:lvl w:ilvl="0" w:tplc="B254C3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A7E6A"/>
    <w:multiLevelType w:val="hybridMultilevel"/>
    <w:tmpl w:val="E8E08AB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B42D1"/>
    <w:multiLevelType w:val="multilevel"/>
    <w:tmpl w:val="FEEAE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4459A5"/>
    <w:multiLevelType w:val="hybridMultilevel"/>
    <w:tmpl w:val="0B76ED3A"/>
    <w:lvl w:ilvl="0" w:tplc="6078395E">
      <w:start w:val="1"/>
      <w:numFmt w:val="decimal"/>
      <w:pStyle w:val="Vahedeta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667CC"/>
    <w:multiLevelType w:val="hybridMultilevel"/>
    <w:tmpl w:val="8400625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C326C2"/>
    <w:multiLevelType w:val="multilevel"/>
    <w:tmpl w:val="12222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1D2FF9"/>
    <w:multiLevelType w:val="multilevel"/>
    <w:tmpl w:val="395030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7BBF2C07"/>
    <w:multiLevelType w:val="hybridMultilevel"/>
    <w:tmpl w:val="30A45A4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919638">
    <w:abstractNumId w:val="0"/>
  </w:num>
  <w:num w:numId="2" w16cid:durableId="512112208">
    <w:abstractNumId w:val="4"/>
  </w:num>
  <w:num w:numId="3" w16cid:durableId="660279876">
    <w:abstractNumId w:val="4"/>
  </w:num>
  <w:num w:numId="4" w16cid:durableId="1501894416">
    <w:abstractNumId w:val="1"/>
  </w:num>
  <w:num w:numId="5" w16cid:durableId="977342375">
    <w:abstractNumId w:val="0"/>
  </w:num>
  <w:num w:numId="6" w16cid:durableId="1709455767">
    <w:abstractNumId w:val="1"/>
  </w:num>
  <w:num w:numId="7" w16cid:durableId="267564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91840021">
    <w:abstractNumId w:val="8"/>
  </w:num>
  <w:num w:numId="9" w16cid:durableId="677275382">
    <w:abstractNumId w:val="5"/>
  </w:num>
  <w:num w:numId="10" w16cid:durableId="848521044">
    <w:abstractNumId w:val="7"/>
  </w:num>
  <w:num w:numId="11" w16cid:durableId="367224921">
    <w:abstractNumId w:val="2"/>
  </w:num>
  <w:num w:numId="12" w16cid:durableId="13962014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40884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defaultTabStop w:val="720"/>
  <w:hyphenationZone w:val="425"/>
  <w:drawingGridHorizontalSpacing w:val="777"/>
  <w:drawingGridVerticalSpacing w:val="147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C1F"/>
    <w:rsid w:val="00000C21"/>
    <w:rsid w:val="000023BB"/>
    <w:rsid w:val="000125B2"/>
    <w:rsid w:val="0001399E"/>
    <w:rsid w:val="0003480F"/>
    <w:rsid w:val="000417C9"/>
    <w:rsid w:val="00043205"/>
    <w:rsid w:val="000646DB"/>
    <w:rsid w:val="00067245"/>
    <w:rsid w:val="00092683"/>
    <w:rsid w:val="00092A89"/>
    <w:rsid w:val="000A2D3E"/>
    <w:rsid w:val="000C101D"/>
    <w:rsid w:val="000C2A8F"/>
    <w:rsid w:val="000C68A7"/>
    <w:rsid w:val="000C742A"/>
    <w:rsid w:val="00115EA1"/>
    <w:rsid w:val="001258A0"/>
    <w:rsid w:val="00193781"/>
    <w:rsid w:val="00193FDB"/>
    <w:rsid w:val="001A3E91"/>
    <w:rsid w:val="001B0EB3"/>
    <w:rsid w:val="001F2A41"/>
    <w:rsid w:val="001F32A0"/>
    <w:rsid w:val="001F4A48"/>
    <w:rsid w:val="002359DF"/>
    <w:rsid w:val="00236180"/>
    <w:rsid w:val="00242EEE"/>
    <w:rsid w:val="00261F9E"/>
    <w:rsid w:val="0026784F"/>
    <w:rsid w:val="00281949"/>
    <w:rsid w:val="00283708"/>
    <w:rsid w:val="002959F8"/>
    <w:rsid w:val="002A45FC"/>
    <w:rsid w:val="002A5F75"/>
    <w:rsid w:val="002A6F23"/>
    <w:rsid w:val="002B6FE5"/>
    <w:rsid w:val="002E0DE7"/>
    <w:rsid w:val="002E7912"/>
    <w:rsid w:val="002F323D"/>
    <w:rsid w:val="00304513"/>
    <w:rsid w:val="00306280"/>
    <w:rsid w:val="00306599"/>
    <w:rsid w:val="003102E7"/>
    <w:rsid w:val="00313E61"/>
    <w:rsid w:val="00341072"/>
    <w:rsid w:val="00345B1F"/>
    <w:rsid w:val="00362564"/>
    <w:rsid w:val="00366C16"/>
    <w:rsid w:val="003866E4"/>
    <w:rsid w:val="003A1C75"/>
    <w:rsid w:val="003A2922"/>
    <w:rsid w:val="003C5D9F"/>
    <w:rsid w:val="003C6062"/>
    <w:rsid w:val="003D2125"/>
    <w:rsid w:val="003D32AA"/>
    <w:rsid w:val="003E237F"/>
    <w:rsid w:val="003F6CF9"/>
    <w:rsid w:val="004037A6"/>
    <w:rsid w:val="00407A61"/>
    <w:rsid w:val="00412D83"/>
    <w:rsid w:val="00425B7D"/>
    <w:rsid w:val="00432614"/>
    <w:rsid w:val="00436598"/>
    <w:rsid w:val="00444934"/>
    <w:rsid w:val="00463945"/>
    <w:rsid w:val="00465CA4"/>
    <w:rsid w:val="00473CB1"/>
    <w:rsid w:val="00494940"/>
    <w:rsid w:val="004973BB"/>
    <w:rsid w:val="00497A6C"/>
    <w:rsid w:val="004A4AC7"/>
    <w:rsid w:val="004B78A9"/>
    <w:rsid w:val="004C1CF1"/>
    <w:rsid w:val="004D4C74"/>
    <w:rsid w:val="004D5F73"/>
    <w:rsid w:val="004E4FE7"/>
    <w:rsid w:val="004F178C"/>
    <w:rsid w:val="004F6E2F"/>
    <w:rsid w:val="005252DB"/>
    <w:rsid w:val="00542D21"/>
    <w:rsid w:val="00543B42"/>
    <w:rsid w:val="00545394"/>
    <w:rsid w:val="00561B25"/>
    <w:rsid w:val="0059098C"/>
    <w:rsid w:val="005A1232"/>
    <w:rsid w:val="005B2DC3"/>
    <w:rsid w:val="005D2D81"/>
    <w:rsid w:val="005D71B7"/>
    <w:rsid w:val="005F08EE"/>
    <w:rsid w:val="005F5351"/>
    <w:rsid w:val="0061049D"/>
    <w:rsid w:val="006216C0"/>
    <w:rsid w:val="00624233"/>
    <w:rsid w:val="00640419"/>
    <w:rsid w:val="00645B81"/>
    <w:rsid w:val="00661D7F"/>
    <w:rsid w:val="00671C73"/>
    <w:rsid w:val="00675EFC"/>
    <w:rsid w:val="00680A04"/>
    <w:rsid w:val="00683A3E"/>
    <w:rsid w:val="006A283E"/>
    <w:rsid w:val="006C40F4"/>
    <w:rsid w:val="006E59C3"/>
    <w:rsid w:val="006F0D91"/>
    <w:rsid w:val="007137BE"/>
    <w:rsid w:val="00714981"/>
    <w:rsid w:val="007303C9"/>
    <w:rsid w:val="00755C76"/>
    <w:rsid w:val="00763672"/>
    <w:rsid w:val="007724C3"/>
    <w:rsid w:val="0077424F"/>
    <w:rsid w:val="00786F1F"/>
    <w:rsid w:val="007D1756"/>
    <w:rsid w:val="007D2242"/>
    <w:rsid w:val="007E1DF1"/>
    <w:rsid w:val="008079ED"/>
    <w:rsid w:val="00815C52"/>
    <w:rsid w:val="00816BB1"/>
    <w:rsid w:val="0082071B"/>
    <w:rsid w:val="00842338"/>
    <w:rsid w:val="00862BDB"/>
    <w:rsid w:val="0086416A"/>
    <w:rsid w:val="00866D96"/>
    <w:rsid w:val="00871921"/>
    <w:rsid w:val="00882C8D"/>
    <w:rsid w:val="0089202A"/>
    <w:rsid w:val="008B1DF0"/>
    <w:rsid w:val="008D3C4C"/>
    <w:rsid w:val="008D6AAC"/>
    <w:rsid w:val="008D6F8E"/>
    <w:rsid w:val="008F4F03"/>
    <w:rsid w:val="00927B93"/>
    <w:rsid w:val="00950D5C"/>
    <w:rsid w:val="00956E2A"/>
    <w:rsid w:val="00961492"/>
    <w:rsid w:val="00964E2F"/>
    <w:rsid w:val="009729D0"/>
    <w:rsid w:val="00987BC9"/>
    <w:rsid w:val="009917F2"/>
    <w:rsid w:val="009C1303"/>
    <w:rsid w:val="009F0638"/>
    <w:rsid w:val="009F7CFF"/>
    <w:rsid w:val="00A11A8B"/>
    <w:rsid w:val="00A13C9D"/>
    <w:rsid w:val="00A16A0B"/>
    <w:rsid w:val="00A21CEE"/>
    <w:rsid w:val="00AA0995"/>
    <w:rsid w:val="00AB0B3A"/>
    <w:rsid w:val="00AB4AFD"/>
    <w:rsid w:val="00AC35FC"/>
    <w:rsid w:val="00AC47E8"/>
    <w:rsid w:val="00AE0E4D"/>
    <w:rsid w:val="00B10842"/>
    <w:rsid w:val="00B20B8C"/>
    <w:rsid w:val="00B24431"/>
    <w:rsid w:val="00B352A9"/>
    <w:rsid w:val="00B4105B"/>
    <w:rsid w:val="00B43E5D"/>
    <w:rsid w:val="00B748B1"/>
    <w:rsid w:val="00BB3105"/>
    <w:rsid w:val="00BD15FE"/>
    <w:rsid w:val="00BD39AD"/>
    <w:rsid w:val="00BE46FB"/>
    <w:rsid w:val="00C04216"/>
    <w:rsid w:val="00C12479"/>
    <w:rsid w:val="00C14F80"/>
    <w:rsid w:val="00C17A6C"/>
    <w:rsid w:val="00C26A3D"/>
    <w:rsid w:val="00C32543"/>
    <w:rsid w:val="00C411C0"/>
    <w:rsid w:val="00C44DB6"/>
    <w:rsid w:val="00C4582D"/>
    <w:rsid w:val="00C45E5B"/>
    <w:rsid w:val="00C73E46"/>
    <w:rsid w:val="00C828B4"/>
    <w:rsid w:val="00C82E19"/>
    <w:rsid w:val="00C87262"/>
    <w:rsid w:val="00C92787"/>
    <w:rsid w:val="00C940E1"/>
    <w:rsid w:val="00CC4565"/>
    <w:rsid w:val="00CE5263"/>
    <w:rsid w:val="00D01A73"/>
    <w:rsid w:val="00D25EF7"/>
    <w:rsid w:val="00D32953"/>
    <w:rsid w:val="00D4325A"/>
    <w:rsid w:val="00DA36AE"/>
    <w:rsid w:val="00DA379B"/>
    <w:rsid w:val="00DC43D4"/>
    <w:rsid w:val="00DD2F77"/>
    <w:rsid w:val="00DD3313"/>
    <w:rsid w:val="00DE76BF"/>
    <w:rsid w:val="00E032A5"/>
    <w:rsid w:val="00E16C1F"/>
    <w:rsid w:val="00E31627"/>
    <w:rsid w:val="00E323FE"/>
    <w:rsid w:val="00E50D1A"/>
    <w:rsid w:val="00E846C0"/>
    <w:rsid w:val="00EA1D2A"/>
    <w:rsid w:val="00EB1859"/>
    <w:rsid w:val="00EB44A7"/>
    <w:rsid w:val="00EC35EC"/>
    <w:rsid w:val="00EE0747"/>
    <w:rsid w:val="00EE1083"/>
    <w:rsid w:val="00EE4434"/>
    <w:rsid w:val="00EE74BE"/>
    <w:rsid w:val="00F20431"/>
    <w:rsid w:val="00F6445B"/>
    <w:rsid w:val="00F6472D"/>
    <w:rsid w:val="00F6501D"/>
    <w:rsid w:val="00F72281"/>
    <w:rsid w:val="00F777E5"/>
    <w:rsid w:val="00F841CB"/>
    <w:rsid w:val="00F93CC5"/>
    <w:rsid w:val="00FA205F"/>
    <w:rsid w:val="00FB234C"/>
    <w:rsid w:val="00FD5E06"/>
    <w:rsid w:val="00FE79F7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C99E9A"/>
  <w15:docId w15:val="{60BF6B3D-9CBC-43D0-A1E3-63561D92D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B0B3A"/>
    <w:pPr>
      <w:spacing w:after="60"/>
    </w:pPr>
    <w:rPr>
      <w:rFonts w:ascii="Times New Roman" w:hAnsi="Times New Roman" w:cs="Times New Roman"/>
      <w:szCs w:val="18"/>
      <w:lang w:val="et-EE"/>
    </w:rPr>
  </w:style>
  <w:style w:type="paragraph" w:styleId="Pealkiri1">
    <w:name w:val="heading 1"/>
    <w:aliases w:val="Nimekiri 2 sulgu"/>
    <w:basedOn w:val="Loendilik"/>
    <w:next w:val="Normaallaad"/>
    <w:link w:val="Pealkiri1Mrk"/>
    <w:uiPriority w:val="9"/>
    <w:qFormat/>
    <w:rsid w:val="00882C8D"/>
    <w:pPr>
      <w:ind w:hanging="360"/>
      <w:outlineLvl w:val="0"/>
    </w:pPr>
  </w:style>
  <w:style w:type="paragraph" w:styleId="Pealkiri2">
    <w:name w:val="heading 2"/>
    <w:aliases w:val="Pealkiri Suur"/>
    <w:basedOn w:val="Normaallaad"/>
    <w:next w:val="Normaallaad"/>
    <w:link w:val="Pealkiri2Mrk"/>
    <w:uiPriority w:val="9"/>
    <w:unhideWhenUsed/>
    <w:qFormat/>
    <w:rsid w:val="00236180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40"/>
      <w:szCs w:val="26"/>
    </w:rPr>
  </w:style>
  <w:style w:type="paragraph" w:styleId="Pealkiri3">
    <w:name w:val="heading 3"/>
    <w:aliases w:val="Nimekiri Bullet"/>
    <w:basedOn w:val="Loendilik"/>
    <w:next w:val="Normaallaad"/>
    <w:link w:val="Pealkiri3Mrk"/>
    <w:uiPriority w:val="9"/>
    <w:unhideWhenUsed/>
    <w:qFormat/>
    <w:rsid w:val="00882C8D"/>
    <w:pPr>
      <w:ind w:hanging="360"/>
      <w:outlineLvl w:val="2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aliases w:val="Pealkiri Suur Märk"/>
    <w:basedOn w:val="Liguvaikefont"/>
    <w:link w:val="Pealkiri2"/>
    <w:uiPriority w:val="9"/>
    <w:rsid w:val="00236180"/>
    <w:rPr>
      <w:rFonts w:ascii="Times New Roman" w:eastAsiaTheme="majorEastAsia" w:hAnsi="Times New Roman" w:cstheme="majorBidi"/>
      <w:b/>
      <w:bCs/>
      <w:color w:val="4F81BD" w:themeColor="accent1"/>
      <w:sz w:val="40"/>
      <w:szCs w:val="26"/>
      <w:lang w:val="et-EE"/>
    </w:rPr>
  </w:style>
  <w:style w:type="character" w:customStyle="1" w:styleId="Pealkiri1Mrk">
    <w:name w:val="Pealkiri 1 Märk"/>
    <w:aliases w:val="Nimekiri 2 sulgu Märk"/>
    <w:basedOn w:val="Liguvaikefont"/>
    <w:link w:val="Pealkiri1"/>
    <w:uiPriority w:val="9"/>
    <w:rsid w:val="00882C8D"/>
    <w:rPr>
      <w:rFonts w:ascii="Times New Roman" w:hAnsi="Times New Roman" w:cs="Times New Roman"/>
      <w:szCs w:val="18"/>
      <w:lang w:val="et-EE"/>
    </w:rPr>
  </w:style>
  <w:style w:type="character" w:customStyle="1" w:styleId="Pealkiri3Mrk">
    <w:name w:val="Pealkiri 3 Märk"/>
    <w:aliases w:val="Nimekiri Bullet Märk"/>
    <w:basedOn w:val="Liguvaikefont"/>
    <w:link w:val="Pealkiri3"/>
    <w:uiPriority w:val="9"/>
    <w:rsid w:val="00882C8D"/>
    <w:rPr>
      <w:rFonts w:ascii="Times New Roman" w:hAnsi="Times New Roman" w:cs="Times New Roman"/>
      <w:szCs w:val="18"/>
      <w:lang w:val="et-EE"/>
    </w:rPr>
  </w:style>
  <w:style w:type="paragraph" w:styleId="Loendilik">
    <w:name w:val="List Paragraph"/>
    <w:basedOn w:val="Normaallaad"/>
    <w:uiPriority w:val="34"/>
    <w:qFormat/>
    <w:rsid w:val="001F2A41"/>
    <w:pPr>
      <w:ind w:left="720"/>
      <w:contextualSpacing/>
    </w:pPr>
  </w:style>
  <w:style w:type="paragraph" w:styleId="Vahedeta">
    <w:name w:val="No Spacing"/>
    <w:aliases w:val="Nimekiri Numbritega"/>
    <w:basedOn w:val="Loendilik"/>
    <w:uiPriority w:val="1"/>
    <w:qFormat/>
    <w:rsid w:val="00882C8D"/>
    <w:pPr>
      <w:numPr>
        <w:numId w:val="3"/>
      </w:numPr>
    </w:pPr>
  </w:style>
  <w:style w:type="paragraph" w:styleId="Alapealkiri">
    <w:name w:val="Subtitle"/>
    <w:aliases w:val="Pealkiri Vahe"/>
    <w:basedOn w:val="Normaallaad"/>
    <w:next w:val="Normaallaad"/>
    <w:link w:val="AlapealkiriMrk"/>
    <w:autoRedefine/>
    <w:uiPriority w:val="11"/>
    <w:qFormat/>
    <w:rsid w:val="00882C8D"/>
    <w:pPr>
      <w:spacing w:before="120" w:line="360" w:lineRule="auto"/>
    </w:pPr>
    <w:rPr>
      <w:b/>
      <w:bCs/>
      <w:caps/>
      <w:lang w:val="en-US"/>
    </w:rPr>
  </w:style>
  <w:style w:type="character" w:customStyle="1" w:styleId="AlapealkiriMrk">
    <w:name w:val="Alapealkiri Märk"/>
    <w:aliases w:val="Pealkiri Vahe Märk"/>
    <w:basedOn w:val="Liguvaikefont"/>
    <w:link w:val="Alapealkiri"/>
    <w:uiPriority w:val="11"/>
    <w:rsid w:val="00882C8D"/>
    <w:rPr>
      <w:rFonts w:ascii="Times New Roman" w:hAnsi="Times New Roman" w:cs="Times New Roman"/>
      <w:b/>
      <w:bCs/>
      <w:caps/>
      <w:sz w:val="18"/>
      <w:szCs w:val="18"/>
    </w:rPr>
  </w:style>
  <w:style w:type="character" w:styleId="Hperlink">
    <w:name w:val="Hyperlink"/>
    <w:uiPriority w:val="99"/>
    <w:unhideWhenUsed/>
    <w:qFormat/>
    <w:rsid w:val="004973BB"/>
    <w:rPr>
      <w:rFonts w:ascii="Times" w:hAnsi="Times"/>
      <w:b w:val="0"/>
      <w:bCs w:val="0"/>
      <w:i w:val="0"/>
      <w:iCs w:val="0"/>
      <w:color w:val="000000" w:themeColor="text1"/>
      <w:sz w:val="24"/>
      <w:szCs w:val="24"/>
      <w:u w:val="single"/>
    </w:rPr>
  </w:style>
  <w:style w:type="paragraph" w:styleId="Pis">
    <w:name w:val="header"/>
    <w:basedOn w:val="Normaallaad"/>
    <w:link w:val="Pi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83708"/>
    <w:pPr>
      <w:spacing w:after="0"/>
    </w:pPr>
    <w:rPr>
      <w:rFonts w:ascii="Lucida Grande CE" w:hAnsi="Lucida Grande CE" w:cs="Lucida Grande CE"/>
      <w:sz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83708"/>
    <w:rPr>
      <w:rFonts w:ascii="Lucida Grande CE" w:hAnsi="Lucida Grande CE" w:cs="Lucida Grande CE"/>
      <w:sz w:val="18"/>
      <w:szCs w:val="1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973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4973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t-EE"/>
    </w:rPr>
  </w:style>
  <w:style w:type="character" w:styleId="Vaevumrgatavrhutus">
    <w:name w:val="Subtle Emphasis"/>
    <w:basedOn w:val="Liguvaikefont"/>
    <w:uiPriority w:val="19"/>
    <w:qFormat/>
    <w:rsid w:val="004973BB"/>
    <w:rPr>
      <w:i/>
      <w:iCs/>
      <w:color w:val="808080" w:themeColor="text1" w:themeTint="7F"/>
    </w:rPr>
  </w:style>
  <w:style w:type="character" w:styleId="Selgeltmrgatavrhutus">
    <w:name w:val="Intense Emphasis"/>
    <w:basedOn w:val="Liguvaikefont"/>
    <w:uiPriority w:val="21"/>
    <w:qFormat/>
    <w:rsid w:val="004973BB"/>
    <w:rPr>
      <w:b/>
      <w:bCs/>
      <w:i/>
      <w:iCs/>
      <w:color w:val="4F81BD" w:themeColor="accent1"/>
    </w:rPr>
  </w:style>
  <w:style w:type="character" w:styleId="Tugev">
    <w:name w:val="Strong"/>
    <w:basedOn w:val="Liguvaikefont"/>
    <w:uiPriority w:val="22"/>
    <w:qFormat/>
    <w:rsid w:val="004973BB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973BB"/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4973BB"/>
    <w:rPr>
      <w:rFonts w:ascii="Times New Roman" w:hAnsi="Times New Roman" w:cs="Times New Roman"/>
      <w:i/>
      <w:iCs/>
      <w:color w:val="000000" w:themeColor="text1"/>
      <w:szCs w:val="18"/>
      <w:lang w:val="et-EE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973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973BB"/>
    <w:rPr>
      <w:rFonts w:ascii="Times New Roman" w:hAnsi="Times New Roman" w:cs="Times New Roman"/>
      <w:b/>
      <w:bCs/>
      <w:i/>
      <w:iCs/>
      <w:color w:val="4F81BD" w:themeColor="accent1"/>
      <w:szCs w:val="18"/>
      <w:lang w:val="et-EE"/>
    </w:rPr>
  </w:style>
  <w:style w:type="character" w:styleId="Vaevumrgatavviide">
    <w:name w:val="Subtle Reference"/>
    <w:basedOn w:val="Liguvaikefont"/>
    <w:uiPriority w:val="31"/>
    <w:qFormat/>
    <w:rsid w:val="004973BB"/>
    <w:rPr>
      <w:smallCaps/>
      <w:color w:val="C0504D" w:themeColor="accent2"/>
      <w:u w:val="single"/>
    </w:rPr>
  </w:style>
  <w:style w:type="character" w:styleId="Selgeltmrgatavviide">
    <w:name w:val="Intense Reference"/>
    <w:basedOn w:val="Liguvaikefont"/>
    <w:uiPriority w:val="32"/>
    <w:qFormat/>
    <w:rsid w:val="004973BB"/>
    <w:rPr>
      <w:b/>
      <w:bCs/>
      <w:smallCaps/>
      <w:color w:val="C0504D" w:themeColor="accent2"/>
      <w:spacing w:val="5"/>
      <w:u w:val="single"/>
    </w:rPr>
  </w:style>
  <w:style w:type="character" w:styleId="Raamatupealkiri">
    <w:name w:val="Book Title"/>
    <w:basedOn w:val="Liguvaikefont"/>
    <w:uiPriority w:val="33"/>
    <w:qFormat/>
    <w:rsid w:val="004973BB"/>
    <w:rPr>
      <w:b/>
      <w:bCs/>
      <w:smallCaps/>
      <w:spacing w:val="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067245"/>
    <w:pPr>
      <w:spacing w:after="0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067245"/>
    <w:rPr>
      <w:rFonts w:ascii="Times New Roman" w:hAnsi="Times New Roman" w:cs="Times New Roman"/>
      <w:sz w:val="20"/>
      <w:szCs w:val="20"/>
      <w:lang w:val="et-EE"/>
    </w:rPr>
  </w:style>
  <w:style w:type="character" w:styleId="Allmrkuseviide">
    <w:name w:val="footnote reference"/>
    <w:basedOn w:val="Liguvaikefont"/>
    <w:uiPriority w:val="99"/>
    <w:semiHidden/>
    <w:unhideWhenUsed/>
    <w:rsid w:val="00067245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C872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6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Plangid\Riigikogu_eesti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6F1BE0-9988-40CB-9BDB-FBF2F1C59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Riigikogu_eesti_kirjaplank.dotx</Template>
  <TotalTime>6</TotalTime>
  <Pages>2</Pages>
  <Words>381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Viivika Sirelpu</dc:creator>
  <cp:lastModifiedBy>Andre Hanimägi</cp:lastModifiedBy>
  <cp:revision>31</cp:revision>
  <cp:lastPrinted>2025-03-24T12:39:00Z</cp:lastPrinted>
  <dcterms:created xsi:type="dcterms:W3CDTF">2025-11-06T14:19:00Z</dcterms:created>
  <dcterms:modified xsi:type="dcterms:W3CDTF">2025-11-07T09:44:00Z</dcterms:modified>
</cp:coreProperties>
</file>